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5FF" w:rsidRPr="007474AB" w:rsidRDefault="007E25FF" w:rsidP="003175A0">
      <w:pPr>
        <w:pStyle w:val="ConsPlusTitle"/>
        <w:jc w:val="right"/>
        <w:rPr>
          <w:b w:val="0"/>
          <w:bCs w:val="0"/>
          <w:sz w:val="24"/>
          <w:szCs w:val="24"/>
        </w:rPr>
      </w:pPr>
      <w:r w:rsidRPr="007474AB">
        <w:rPr>
          <w:b w:val="0"/>
          <w:bCs w:val="0"/>
          <w:sz w:val="24"/>
          <w:szCs w:val="24"/>
        </w:rPr>
        <w:t xml:space="preserve">Приложение </w:t>
      </w:r>
      <w:r>
        <w:rPr>
          <w:b w:val="0"/>
          <w:bCs w:val="0"/>
          <w:sz w:val="24"/>
          <w:szCs w:val="24"/>
        </w:rPr>
        <w:t>20</w:t>
      </w:r>
    </w:p>
    <w:p w:rsidR="007E25FF" w:rsidRPr="007474AB" w:rsidRDefault="007E25FF" w:rsidP="003175A0">
      <w:pPr>
        <w:pStyle w:val="ConsPlusTitle"/>
        <w:jc w:val="right"/>
        <w:rPr>
          <w:b w:val="0"/>
          <w:bCs w:val="0"/>
          <w:sz w:val="24"/>
          <w:szCs w:val="24"/>
        </w:rPr>
      </w:pPr>
      <w:r w:rsidRPr="007474AB">
        <w:rPr>
          <w:b w:val="0"/>
          <w:bCs w:val="0"/>
          <w:sz w:val="24"/>
          <w:szCs w:val="24"/>
        </w:rPr>
        <w:t>к решению Совета депутатов</w:t>
      </w:r>
    </w:p>
    <w:p w:rsidR="007E25FF" w:rsidRDefault="007E25FF" w:rsidP="003175A0">
      <w:pPr>
        <w:pStyle w:val="ConsPlusTitle"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Октябрьского</w:t>
      </w:r>
      <w:r w:rsidRPr="007474AB">
        <w:rPr>
          <w:b w:val="0"/>
          <w:bCs w:val="0"/>
          <w:sz w:val="24"/>
          <w:szCs w:val="24"/>
        </w:rPr>
        <w:t xml:space="preserve"> сельского поселения</w:t>
      </w:r>
    </w:p>
    <w:p w:rsidR="007E25FF" w:rsidRPr="007474AB" w:rsidRDefault="007E25FF" w:rsidP="003175A0">
      <w:pPr>
        <w:pStyle w:val="ConsPlusTitle"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Краснинского района Смоленской области</w:t>
      </w:r>
    </w:p>
    <w:p w:rsidR="007E25FF" w:rsidRPr="007474AB" w:rsidRDefault="007E25FF" w:rsidP="003175A0">
      <w:pPr>
        <w:pStyle w:val="ConsPlusTitle"/>
        <w:jc w:val="right"/>
        <w:rPr>
          <w:b w:val="0"/>
          <w:bCs w:val="0"/>
          <w:sz w:val="24"/>
          <w:szCs w:val="24"/>
        </w:rPr>
      </w:pPr>
      <w:r w:rsidRPr="007474AB">
        <w:rPr>
          <w:b w:val="0"/>
          <w:bCs w:val="0"/>
          <w:sz w:val="24"/>
          <w:szCs w:val="24"/>
        </w:rPr>
        <w:t xml:space="preserve">«О бюджете </w:t>
      </w:r>
      <w:r>
        <w:rPr>
          <w:b w:val="0"/>
          <w:bCs w:val="0"/>
          <w:sz w:val="24"/>
          <w:szCs w:val="24"/>
        </w:rPr>
        <w:t>Октябрьского</w:t>
      </w:r>
      <w:r w:rsidRPr="007474AB">
        <w:rPr>
          <w:b w:val="0"/>
          <w:bCs w:val="0"/>
          <w:sz w:val="24"/>
          <w:szCs w:val="24"/>
        </w:rPr>
        <w:t xml:space="preserve"> сельского поселения </w:t>
      </w:r>
    </w:p>
    <w:p w:rsidR="007E25FF" w:rsidRPr="007474AB" w:rsidRDefault="007E25FF" w:rsidP="003175A0">
      <w:pPr>
        <w:pStyle w:val="ConsPlusTitle"/>
        <w:jc w:val="right"/>
        <w:rPr>
          <w:b w:val="0"/>
          <w:bCs w:val="0"/>
          <w:sz w:val="24"/>
          <w:szCs w:val="24"/>
        </w:rPr>
      </w:pPr>
      <w:r w:rsidRPr="007474AB">
        <w:rPr>
          <w:b w:val="0"/>
          <w:bCs w:val="0"/>
          <w:sz w:val="24"/>
          <w:szCs w:val="24"/>
        </w:rPr>
        <w:t>Краснинского</w:t>
      </w:r>
      <w:r>
        <w:rPr>
          <w:b w:val="0"/>
          <w:bCs w:val="0"/>
          <w:sz w:val="24"/>
          <w:szCs w:val="24"/>
        </w:rPr>
        <w:t xml:space="preserve"> </w:t>
      </w:r>
      <w:r w:rsidRPr="007474AB">
        <w:rPr>
          <w:b w:val="0"/>
          <w:bCs w:val="0"/>
          <w:sz w:val="24"/>
          <w:szCs w:val="24"/>
        </w:rPr>
        <w:t xml:space="preserve"> района Смоленской области </w:t>
      </w:r>
    </w:p>
    <w:p w:rsidR="007E25FF" w:rsidRDefault="007E25FF" w:rsidP="003175A0">
      <w:pPr>
        <w:pStyle w:val="ConsPlusTitle"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на 2017</w:t>
      </w:r>
      <w:r w:rsidRPr="007474AB">
        <w:rPr>
          <w:b w:val="0"/>
          <w:bCs w:val="0"/>
          <w:sz w:val="24"/>
          <w:szCs w:val="24"/>
        </w:rPr>
        <w:t xml:space="preserve"> год</w:t>
      </w:r>
      <w:r>
        <w:rPr>
          <w:b w:val="0"/>
          <w:bCs w:val="0"/>
          <w:sz w:val="24"/>
          <w:szCs w:val="24"/>
        </w:rPr>
        <w:t xml:space="preserve"> и на плановый период 2018 и</w:t>
      </w:r>
    </w:p>
    <w:p w:rsidR="007E25FF" w:rsidRPr="007474AB" w:rsidRDefault="007E25FF" w:rsidP="003175A0">
      <w:pPr>
        <w:pStyle w:val="ConsPlusTitle"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2019 годов</w:t>
      </w:r>
      <w:r w:rsidRPr="007474AB">
        <w:rPr>
          <w:b w:val="0"/>
          <w:bCs w:val="0"/>
          <w:sz w:val="24"/>
          <w:szCs w:val="24"/>
        </w:rPr>
        <w:t>»</w:t>
      </w:r>
    </w:p>
    <w:p w:rsidR="007E25FF" w:rsidRPr="00FD4949" w:rsidRDefault="007E25FF" w:rsidP="00FD494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D4949">
        <w:rPr>
          <w:rFonts w:ascii="Times New Roman" w:hAnsi="Times New Roman" w:cs="Times New Roman"/>
          <w:sz w:val="24"/>
          <w:szCs w:val="24"/>
        </w:rPr>
        <w:t>от 27 декабря 2016 г.     №32</w:t>
      </w:r>
    </w:p>
    <w:p w:rsidR="007E25FF" w:rsidRPr="00B52F86" w:rsidRDefault="007E25FF" w:rsidP="003175A0">
      <w:pPr>
        <w:spacing w:line="240" w:lineRule="auto"/>
        <w:jc w:val="right"/>
        <w:rPr>
          <w:rFonts w:ascii="Times New Roman" w:hAnsi="Times New Roman" w:cs="Times New Roman"/>
        </w:rPr>
      </w:pPr>
      <w:r w:rsidRPr="00B52F86">
        <w:rPr>
          <w:rFonts w:ascii="Times New Roman" w:hAnsi="Times New Roman" w:cs="Times New Roman"/>
          <w:u w:val="single"/>
        </w:rPr>
        <w:t xml:space="preserve"> </w:t>
      </w:r>
    </w:p>
    <w:p w:rsidR="007E25FF" w:rsidRPr="00B52F86" w:rsidRDefault="007E25FF" w:rsidP="00B52F8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FF" w:rsidRPr="00B52F86" w:rsidRDefault="007E25FF" w:rsidP="00B52F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2F86">
        <w:rPr>
          <w:rFonts w:ascii="Times New Roman" w:hAnsi="Times New Roman" w:cs="Times New Roman"/>
          <w:b/>
          <w:bCs/>
          <w:sz w:val="24"/>
          <w:szCs w:val="24"/>
        </w:rPr>
        <w:t>ЦЕЛИ</w:t>
      </w:r>
    </w:p>
    <w:p w:rsidR="007E25FF" w:rsidRPr="00B52F86" w:rsidRDefault="007E25FF" w:rsidP="00B52F86">
      <w:pPr>
        <w:jc w:val="center"/>
        <w:rPr>
          <w:rFonts w:ascii="Times New Roman" w:hAnsi="Times New Roman" w:cs="Times New Roman"/>
          <w:sz w:val="24"/>
          <w:szCs w:val="24"/>
        </w:rPr>
      </w:pPr>
      <w:r w:rsidRPr="00B52F86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субсидий юридическим лицам, указанным в статье 78 Бюджетного кодекса Российской Федерации, объем бюджетных ассигнований на предоставление конкретной субсидии </w:t>
      </w:r>
      <w:r>
        <w:rPr>
          <w:rFonts w:ascii="Times New Roman" w:hAnsi="Times New Roman" w:cs="Times New Roman"/>
          <w:b/>
          <w:bCs/>
          <w:sz w:val="24"/>
          <w:szCs w:val="24"/>
        </w:rPr>
        <w:t>на плановый период 2018 и 2019 годов.</w:t>
      </w:r>
    </w:p>
    <w:p w:rsidR="007E25FF" w:rsidRPr="00B52F86" w:rsidRDefault="007E25FF" w:rsidP="00B52F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25FF" w:rsidRPr="00B52F86" w:rsidRDefault="007E25FF" w:rsidP="00B52F8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B52F86">
        <w:rPr>
          <w:rFonts w:ascii="Times New Roman" w:hAnsi="Times New Roman" w:cs="Times New Roman"/>
          <w:sz w:val="24"/>
          <w:szCs w:val="24"/>
        </w:rPr>
        <w:t>(тыс. руб.)</w:t>
      </w:r>
    </w:p>
    <w:tbl>
      <w:tblPr>
        <w:tblW w:w="9250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9"/>
        <w:gridCol w:w="6461"/>
        <w:gridCol w:w="900"/>
        <w:gridCol w:w="900"/>
      </w:tblGrid>
      <w:tr w:rsidR="007E25FF" w:rsidRPr="00AF7E5B">
        <w:trPr>
          <w:cantSplit/>
          <w:trHeight w:val="600"/>
        </w:trPr>
        <w:tc>
          <w:tcPr>
            <w:tcW w:w="989" w:type="dxa"/>
            <w:vMerge w:val="restart"/>
            <w:vAlign w:val="center"/>
          </w:tcPr>
          <w:p w:rsidR="007E25FF" w:rsidRPr="00B52F86" w:rsidRDefault="007E25FF" w:rsidP="00890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F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7E25FF" w:rsidRPr="00B52F86" w:rsidRDefault="007E25FF" w:rsidP="00890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F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6461" w:type="dxa"/>
            <w:vMerge w:val="restart"/>
            <w:vAlign w:val="center"/>
          </w:tcPr>
          <w:p w:rsidR="007E25FF" w:rsidRPr="00B52F86" w:rsidRDefault="007E25FF" w:rsidP="00890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F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субсидии</w:t>
            </w:r>
          </w:p>
          <w:p w:rsidR="007E25FF" w:rsidRPr="00B52F86" w:rsidRDefault="007E25FF" w:rsidP="00890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vAlign w:val="center"/>
          </w:tcPr>
          <w:p w:rsidR="007E25FF" w:rsidRPr="00B52F86" w:rsidRDefault="007E25FF" w:rsidP="00D95C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F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7E25FF" w:rsidRPr="00AF7E5B">
        <w:trPr>
          <w:cantSplit/>
          <w:trHeight w:val="420"/>
        </w:trPr>
        <w:tc>
          <w:tcPr>
            <w:tcW w:w="989" w:type="dxa"/>
            <w:vMerge/>
            <w:vAlign w:val="center"/>
          </w:tcPr>
          <w:p w:rsidR="007E25FF" w:rsidRPr="00B52F86" w:rsidRDefault="007E25FF" w:rsidP="00890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61" w:type="dxa"/>
            <w:vMerge/>
            <w:vAlign w:val="center"/>
          </w:tcPr>
          <w:p w:rsidR="007E25FF" w:rsidRPr="00B52F86" w:rsidRDefault="007E25FF" w:rsidP="00890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E25FF" w:rsidRPr="00B52F86" w:rsidRDefault="007E25FF" w:rsidP="006152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E25FF" w:rsidRPr="00B52F86" w:rsidRDefault="007E25FF" w:rsidP="006152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2019г.</w:t>
            </w:r>
          </w:p>
        </w:tc>
      </w:tr>
      <w:tr w:rsidR="007E25FF" w:rsidRPr="00AF7E5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25FF" w:rsidRPr="00B52F86" w:rsidRDefault="007E25FF" w:rsidP="00890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F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25FF" w:rsidRPr="00B52F86" w:rsidRDefault="007E25FF" w:rsidP="00890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F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25FF" w:rsidRPr="00B52F86" w:rsidRDefault="007E25FF" w:rsidP="00890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F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25FF" w:rsidRPr="00B52F86" w:rsidRDefault="007E25FF" w:rsidP="006114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25FF" w:rsidRPr="00AF7E5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11"/>
        </w:trPr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FF" w:rsidRPr="00B52F86" w:rsidRDefault="007E25FF" w:rsidP="00890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F8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E25FF" w:rsidRPr="00B52F86" w:rsidRDefault="007E25FF" w:rsidP="00890E4F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2F86">
              <w:rPr>
                <w:rFonts w:ascii="Times New Roman" w:hAnsi="Times New Roman" w:cs="Times New Roman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E25FF" w:rsidRPr="00B52F86" w:rsidRDefault="007E25FF" w:rsidP="006114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25FF" w:rsidRPr="00B52F86" w:rsidRDefault="007E25FF" w:rsidP="006114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E25FF" w:rsidRPr="00AF7E5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91"/>
        </w:trPr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FF" w:rsidRPr="00B52F86" w:rsidRDefault="007E25FF" w:rsidP="00890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F8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FF" w:rsidRPr="00B52F86" w:rsidRDefault="007E25FF" w:rsidP="00C53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F8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52F86"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(за исключением государственных (муниципальных) учреждений - производителям товаров, работ, услуг в целях 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 w:rsidRPr="00C53902">
              <w:rPr>
                <w:rFonts w:ascii="Times New Roman" w:hAnsi="Times New Roman" w:cs="Times New Roman"/>
                <w:color w:val="000000"/>
                <w:lang w:eastAsia="ru-RU"/>
              </w:rPr>
              <w:t>азвити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я</w:t>
            </w:r>
            <w:r w:rsidRPr="00C53902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малого и среднего предпринимательства на территории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25FF" w:rsidRPr="00B52F86" w:rsidRDefault="007E25FF" w:rsidP="006114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25FF" w:rsidRPr="00B52F86" w:rsidRDefault="007E25FF" w:rsidP="006114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7E25FF" w:rsidRDefault="007E25FF" w:rsidP="00B52F86">
      <w:pPr>
        <w:rPr>
          <w:sz w:val="24"/>
          <w:szCs w:val="24"/>
        </w:rPr>
      </w:pPr>
    </w:p>
    <w:p w:rsidR="007E25FF" w:rsidRPr="00587812" w:rsidRDefault="007E25FF" w:rsidP="00BB0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7E25FF" w:rsidRPr="00587812" w:rsidSect="00BD7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0777"/>
    <w:rsid w:val="00115177"/>
    <w:rsid w:val="00131D28"/>
    <w:rsid w:val="002072B6"/>
    <w:rsid w:val="002A4B90"/>
    <w:rsid w:val="002B5754"/>
    <w:rsid w:val="002C143F"/>
    <w:rsid w:val="00302CF4"/>
    <w:rsid w:val="003052FE"/>
    <w:rsid w:val="003175A0"/>
    <w:rsid w:val="003642A8"/>
    <w:rsid w:val="0042010F"/>
    <w:rsid w:val="004254A1"/>
    <w:rsid w:val="004730A4"/>
    <w:rsid w:val="004852D4"/>
    <w:rsid w:val="004B4BA6"/>
    <w:rsid w:val="004E6A67"/>
    <w:rsid w:val="0050065B"/>
    <w:rsid w:val="00514168"/>
    <w:rsid w:val="0052316C"/>
    <w:rsid w:val="00560FEA"/>
    <w:rsid w:val="00587812"/>
    <w:rsid w:val="005C2C99"/>
    <w:rsid w:val="0060710B"/>
    <w:rsid w:val="0061144F"/>
    <w:rsid w:val="00615287"/>
    <w:rsid w:val="006A4920"/>
    <w:rsid w:val="00722BF8"/>
    <w:rsid w:val="007474AB"/>
    <w:rsid w:val="007E25FF"/>
    <w:rsid w:val="00803A15"/>
    <w:rsid w:val="00820BEA"/>
    <w:rsid w:val="0088077F"/>
    <w:rsid w:val="00890E4F"/>
    <w:rsid w:val="008949F7"/>
    <w:rsid w:val="008A6019"/>
    <w:rsid w:val="00901DC1"/>
    <w:rsid w:val="00974A03"/>
    <w:rsid w:val="00A4400B"/>
    <w:rsid w:val="00A768DF"/>
    <w:rsid w:val="00AF7E5B"/>
    <w:rsid w:val="00B13557"/>
    <w:rsid w:val="00B52F86"/>
    <w:rsid w:val="00B901DD"/>
    <w:rsid w:val="00BB0777"/>
    <w:rsid w:val="00BD7468"/>
    <w:rsid w:val="00C53902"/>
    <w:rsid w:val="00C67761"/>
    <w:rsid w:val="00D26BE8"/>
    <w:rsid w:val="00D95C2B"/>
    <w:rsid w:val="00DC3DE1"/>
    <w:rsid w:val="00E26F59"/>
    <w:rsid w:val="00E76769"/>
    <w:rsid w:val="00E932AC"/>
    <w:rsid w:val="00EF5190"/>
    <w:rsid w:val="00F82FD2"/>
    <w:rsid w:val="00F871C6"/>
    <w:rsid w:val="00FD4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777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52F86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52F86"/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52F86"/>
    <w:pPr>
      <w:ind w:left="720"/>
    </w:pPr>
  </w:style>
  <w:style w:type="paragraph" w:customStyle="1" w:styleId="ConsPlusNormal">
    <w:name w:val="ConsPlusNormal"/>
    <w:uiPriority w:val="99"/>
    <w:rsid w:val="00B52F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B52F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175A0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3175A0"/>
    <w:pPr>
      <w:spacing w:after="0" w:line="360" w:lineRule="auto"/>
      <w:ind w:firstLine="703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175A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C3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C3D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37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145</Words>
  <Characters>831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Рыбакова</dc:creator>
  <cp:keywords/>
  <dc:description/>
  <cp:lastModifiedBy>##</cp:lastModifiedBy>
  <cp:revision>20</cp:revision>
  <cp:lastPrinted>2015-12-29T06:36:00Z</cp:lastPrinted>
  <dcterms:created xsi:type="dcterms:W3CDTF">2015-12-29T07:13:00Z</dcterms:created>
  <dcterms:modified xsi:type="dcterms:W3CDTF">2016-12-26T07:55:00Z</dcterms:modified>
</cp:coreProperties>
</file>